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Default="00B53011">
      <w:r>
        <w:br/>
      </w:r>
    </w:p>
    <w:p w14:paraId="7DBCF3E9" w14:textId="77777777" w:rsidR="00B53011" w:rsidRDefault="00B53011" w:rsidP="00C12077">
      <w:pPr>
        <w:pStyle w:val="NoSpacing"/>
      </w:pPr>
    </w:p>
    <w:p w14:paraId="58537ED2" w14:textId="77777777" w:rsidR="00FF0403" w:rsidRDefault="00FF0403" w:rsidP="00FA2738">
      <w:pPr>
        <w:pStyle w:val="Default"/>
        <w:rPr>
          <w:b/>
          <w:bCs/>
          <w:sz w:val="20"/>
          <w:szCs w:val="20"/>
          <w:u w:val="none"/>
          <w:lang w:val="nl-NL"/>
        </w:rPr>
      </w:pPr>
    </w:p>
    <w:p w14:paraId="16005604" w14:textId="257017F3" w:rsidR="00FA2738" w:rsidRPr="00E50F78" w:rsidRDefault="00FA2738" w:rsidP="00FA2738">
      <w:pPr>
        <w:pStyle w:val="Default"/>
        <w:rPr>
          <w:sz w:val="20"/>
          <w:szCs w:val="20"/>
          <w:u w:val="none"/>
          <w:lang w:val="nl-NL"/>
        </w:rPr>
      </w:pPr>
      <w:r w:rsidRPr="00E50F78">
        <w:rPr>
          <w:b/>
          <w:bCs/>
          <w:sz w:val="20"/>
          <w:szCs w:val="20"/>
          <w:u w:val="none"/>
          <w:lang w:val="nl-NL"/>
        </w:rPr>
        <w:t>Themaverhaal</w:t>
      </w:r>
    </w:p>
    <w:p w14:paraId="25F09A11" w14:textId="77777777" w:rsidR="00FA2738" w:rsidRPr="00E50F78" w:rsidRDefault="00FA2738" w:rsidP="00FA2738">
      <w:pPr>
        <w:pStyle w:val="Default"/>
        <w:rPr>
          <w:sz w:val="20"/>
          <w:szCs w:val="20"/>
          <w:u w:val="none"/>
          <w:lang w:val="nl-NL"/>
        </w:rPr>
      </w:pPr>
      <w:r w:rsidRPr="00E50F78">
        <w:rPr>
          <w:sz w:val="20"/>
          <w:szCs w:val="20"/>
          <w:u w:val="none"/>
          <w:lang w:val="nl-NL"/>
        </w:rPr>
        <w:t>Stuiter is helemaal in zijn sas. “</w:t>
      </w:r>
      <w:proofErr w:type="spellStart"/>
      <w:r w:rsidRPr="00E50F78">
        <w:rPr>
          <w:sz w:val="20"/>
          <w:szCs w:val="20"/>
          <w:u w:val="none"/>
          <w:lang w:val="nl-NL"/>
        </w:rPr>
        <w:t>Jeej</w:t>
      </w:r>
      <w:proofErr w:type="spellEnd"/>
      <w:r w:rsidRPr="00E50F78">
        <w:rPr>
          <w:sz w:val="20"/>
          <w:szCs w:val="20"/>
          <w:u w:val="none"/>
          <w:lang w:val="nl-NL"/>
        </w:rPr>
        <w:t xml:space="preserve">! Meer contact met al mijn vrienden! Het kan me niet snel genoeg gebeuren. Maar ik wil eigenlijk nu wel gelijk nu beginnen. Laten we er een race van maken!”. Stuiter verzamelt alle dorpsgenoten en kijkt wie er het beste een bericht door kunnen geven, van dorpeling naar dorpeling </w:t>
      </w:r>
    </w:p>
    <w:p w14:paraId="60343542" w14:textId="77777777" w:rsidR="00FA2738" w:rsidRPr="00E50F78" w:rsidRDefault="00FA2738" w:rsidP="00FA2738">
      <w:pPr>
        <w:pStyle w:val="Default"/>
        <w:rPr>
          <w:sz w:val="20"/>
          <w:szCs w:val="20"/>
          <w:u w:val="none"/>
          <w:lang w:val="nl-NL"/>
        </w:rPr>
      </w:pPr>
    </w:p>
    <w:p w14:paraId="1A534403" w14:textId="40A7A0DE" w:rsidR="00FA2738" w:rsidRPr="00E50F78" w:rsidRDefault="00096E46" w:rsidP="00FA2738">
      <w:pPr>
        <w:pStyle w:val="Default"/>
        <w:rPr>
          <w:sz w:val="20"/>
          <w:szCs w:val="20"/>
          <w:u w:val="none"/>
          <w:lang w:val="nl-NL"/>
        </w:rPr>
      </w:pPr>
      <w:r w:rsidRPr="00E50F78">
        <w:rPr>
          <w:b/>
          <w:bCs/>
          <w:sz w:val="20"/>
          <w:szCs w:val="20"/>
          <w:u w:val="none"/>
          <w:lang w:val="nl-NL"/>
        </w:rPr>
        <w:t>Activiteit</w:t>
      </w:r>
    </w:p>
    <w:p w14:paraId="0764E5A9" w14:textId="6A9C0DC6" w:rsidR="00FA2738" w:rsidRPr="00E50F78" w:rsidRDefault="00FA2738" w:rsidP="00FA2738">
      <w:pPr>
        <w:pStyle w:val="Default"/>
        <w:rPr>
          <w:sz w:val="20"/>
          <w:szCs w:val="20"/>
          <w:u w:val="none"/>
          <w:lang w:val="nl-NL"/>
        </w:rPr>
      </w:pPr>
      <w:r w:rsidRPr="00E50F78">
        <w:rPr>
          <w:sz w:val="20"/>
          <w:szCs w:val="20"/>
          <w:u w:val="none"/>
          <w:lang w:val="nl-NL"/>
        </w:rPr>
        <w:t>Deel de bevers op in verschillende groepjes. Per groepje zet je de bevers een fli</w:t>
      </w:r>
      <w:r w:rsidR="00DC2BA1">
        <w:rPr>
          <w:sz w:val="20"/>
          <w:szCs w:val="20"/>
          <w:u w:val="none"/>
          <w:lang w:val="nl-NL"/>
        </w:rPr>
        <w:t>n</w:t>
      </w:r>
      <w:r w:rsidRPr="00E50F78">
        <w:rPr>
          <w:sz w:val="20"/>
          <w:szCs w:val="20"/>
          <w:u w:val="none"/>
          <w:lang w:val="nl-NL"/>
        </w:rPr>
        <w:t xml:space="preserve">k wat meters van elkaar af, om zo een estafette opstelling te krijgen. Je houdt verder per groepje 1 bever bij het begin. Geef deze bever een zin die hij/zij door moet geven aan de volgende. De bever rent naar de volgende bever, vertelt zijn zin, en blijft op die plek staan. De bever die het de zin aan heeft gehoord rent weer naar de volgende bever en verteld de zin door. Ga zo door tot de zin bij het eindpunt is aangekomen. Degene die als eerste de juiste zin heeft doorgegeven wint de race. </w:t>
      </w:r>
    </w:p>
    <w:p w14:paraId="7139ADFE" w14:textId="77777777" w:rsidR="00FA2738" w:rsidRPr="00E50F78" w:rsidRDefault="00FA2738" w:rsidP="00FA2738">
      <w:pPr>
        <w:pStyle w:val="Default"/>
        <w:rPr>
          <w:sz w:val="20"/>
          <w:szCs w:val="20"/>
          <w:u w:val="none"/>
          <w:lang w:val="nl-NL"/>
        </w:rPr>
      </w:pPr>
    </w:p>
    <w:p w14:paraId="44CB2B35" w14:textId="77777777" w:rsidR="00FA2738" w:rsidRPr="00E50F78" w:rsidRDefault="00FA2738" w:rsidP="00FA2738">
      <w:pPr>
        <w:pStyle w:val="Default"/>
        <w:rPr>
          <w:sz w:val="20"/>
          <w:szCs w:val="20"/>
          <w:u w:val="none"/>
          <w:lang w:val="nl-NL"/>
        </w:rPr>
      </w:pPr>
      <w:r w:rsidRPr="00E50F78">
        <w:rPr>
          <w:sz w:val="20"/>
          <w:szCs w:val="20"/>
          <w:u w:val="none"/>
          <w:lang w:val="nl-NL"/>
        </w:rPr>
        <w:t xml:space="preserve">Heb je een wat oudere groep, ga dan eens lekker experimenteren met verschillende communicatietechnieken. Laat de ene bever de zin gewoon zeggen, de volgende het fluisteren, daarna uitbeelden, etc. Mocht je het echt uitdagend willen maken, denk dan ook eens na over technische communicatiemethodes, zoals een zin doorgeven via WhatsApp, portofoons, IRC (JOTI chat). </w:t>
      </w:r>
    </w:p>
    <w:p w14:paraId="1CFCD6DE" w14:textId="77777777" w:rsidR="00FA2738" w:rsidRPr="00E50F78" w:rsidRDefault="00FA2738" w:rsidP="00FA2738">
      <w:pPr>
        <w:pStyle w:val="Default"/>
        <w:rPr>
          <w:sz w:val="20"/>
          <w:szCs w:val="20"/>
          <w:u w:val="none"/>
          <w:lang w:val="nl-NL"/>
        </w:rPr>
      </w:pPr>
    </w:p>
    <w:p w14:paraId="41456D8A" w14:textId="77777777" w:rsidR="00FA2738" w:rsidRPr="00E50F78" w:rsidRDefault="00FA2738" w:rsidP="00FA2738">
      <w:pPr>
        <w:pStyle w:val="Default"/>
        <w:rPr>
          <w:b/>
          <w:bCs/>
          <w:sz w:val="20"/>
          <w:szCs w:val="20"/>
          <w:u w:val="none"/>
          <w:lang w:val="nl-NL"/>
        </w:rPr>
      </w:pPr>
      <w:r w:rsidRPr="00E50F78">
        <w:rPr>
          <w:b/>
          <w:bCs/>
          <w:sz w:val="20"/>
          <w:szCs w:val="20"/>
          <w:u w:val="none"/>
          <w:lang w:val="nl-NL"/>
        </w:rPr>
        <w:t xml:space="preserve">Benodigdheden </w:t>
      </w:r>
    </w:p>
    <w:p w14:paraId="1F9FD1BC" w14:textId="556120D4" w:rsidR="005E31B0" w:rsidRPr="00E50F78" w:rsidRDefault="00FA2738" w:rsidP="00EE7A7D">
      <w:pPr>
        <w:pStyle w:val="Default"/>
        <w:numPr>
          <w:ilvl w:val="0"/>
          <w:numId w:val="3"/>
        </w:numPr>
        <w:rPr>
          <w:lang w:val="nl-NL"/>
        </w:rPr>
      </w:pPr>
      <w:r w:rsidRPr="00E50F78">
        <w:rPr>
          <w:sz w:val="20"/>
          <w:szCs w:val="20"/>
          <w:u w:val="none"/>
          <w:lang w:val="nl-NL"/>
        </w:rPr>
        <w:t>Een geheime zin</w:t>
      </w:r>
    </w:p>
    <w:p w14:paraId="124CA24A" w14:textId="77777777" w:rsidR="00FA2738" w:rsidRPr="00E50F78" w:rsidRDefault="00FA2738" w:rsidP="00FA2738">
      <w:pPr>
        <w:pStyle w:val="Default"/>
        <w:rPr>
          <w:sz w:val="20"/>
          <w:szCs w:val="20"/>
          <w:u w:val="none"/>
          <w:lang w:val="nl-NL"/>
        </w:rPr>
      </w:pPr>
    </w:p>
    <w:p w14:paraId="4A2CD2D8" w14:textId="639A75F0" w:rsidR="00FA2738" w:rsidRPr="00E50F78" w:rsidRDefault="00FA2738" w:rsidP="00FA2738">
      <w:pPr>
        <w:pStyle w:val="Default"/>
        <w:rPr>
          <w:b/>
          <w:bCs/>
          <w:sz w:val="20"/>
          <w:szCs w:val="20"/>
          <w:u w:val="none"/>
          <w:lang w:val="nl-NL"/>
        </w:rPr>
      </w:pPr>
      <w:r w:rsidRPr="00E50F78">
        <w:rPr>
          <w:b/>
          <w:bCs/>
          <w:sz w:val="20"/>
          <w:szCs w:val="20"/>
          <w:u w:val="none"/>
          <w:lang w:val="nl-NL"/>
        </w:rPr>
        <w:t>Activiteitengebieden</w:t>
      </w:r>
    </w:p>
    <w:p w14:paraId="45D5016B" w14:textId="7C8BA437" w:rsidR="00FA2738" w:rsidRPr="00E50F78" w:rsidRDefault="00FA2738" w:rsidP="00EE7A7D">
      <w:pPr>
        <w:pStyle w:val="Default"/>
        <w:numPr>
          <w:ilvl w:val="0"/>
          <w:numId w:val="3"/>
        </w:numPr>
        <w:rPr>
          <w:lang w:val="nl-NL"/>
        </w:rPr>
      </w:pPr>
      <w:r w:rsidRPr="00E50F78">
        <w:rPr>
          <w:sz w:val="20"/>
          <w:szCs w:val="20"/>
          <w:u w:val="none"/>
          <w:lang w:val="nl-NL"/>
        </w:rPr>
        <w:t>Sport &amp; Spel</w:t>
      </w:r>
    </w:p>
    <w:sectPr w:rsidR="00FA2738" w:rsidRPr="00E50F78" w:rsidSect="00990432">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3EEEB2" w14:textId="77777777" w:rsidR="0021513E" w:rsidRDefault="0021513E" w:rsidP="00B53011">
      <w:pPr>
        <w:spacing w:after="0" w:line="240" w:lineRule="auto"/>
      </w:pPr>
      <w:r>
        <w:separator/>
      </w:r>
    </w:p>
  </w:endnote>
  <w:endnote w:type="continuationSeparator" w:id="0">
    <w:p w14:paraId="408DBFEE" w14:textId="77777777" w:rsidR="0021513E" w:rsidRDefault="0021513E"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074A8C" w14:textId="77777777" w:rsidR="0021513E" w:rsidRDefault="0021513E" w:rsidP="00B53011">
      <w:pPr>
        <w:spacing w:after="0" w:line="240" w:lineRule="auto"/>
      </w:pPr>
      <w:r>
        <w:separator/>
      </w:r>
    </w:p>
  </w:footnote>
  <w:footnote w:type="continuationSeparator" w:id="0">
    <w:p w14:paraId="449185BB" w14:textId="77777777" w:rsidR="0021513E" w:rsidRDefault="0021513E"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695E3C96"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F56">
      <w:rPr>
        <w:color w:val="FFFFFF" w:themeColor="background1"/>
      </w:rPr>
      <w:t>2023</w:t>
    </w:r>
  </w:p>
  <w:p w14:paraId="74F841B8" w14:textId="460A6DA1" w:rsidR="00D61F56" w:rsidRPr="00D61F56" w:rsidRDefault="00FA2738" w:rsidP="00D61F56">
    <w:pPr>
      <w:pStyle w:val="Title"/>
      <w:rPr>
        <w:color w:val="FFFFFF" w:themeColor="background1"/>
      </w:rPr>
    </w:pPr>
    <w:r>
      <w:rPr>
        <w:color w:val="FFFFFF" w:themeColor="background1"/>
      </w:rPr>
      <w:t>Communicatierace</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E54DB"/>
    <w:multiLevelType w:val="hybridMultilevel"/>
    <w:tmpl w:val="6DE44984"/>
    <w:lvl w:ilvl="0" w:tplc="0EC29220">
      <w:numFmt w:val="bullet"/>
      <w:lvlText w:val=""/>
      <w:lvlJc w:val="left"/>
      <w:pPr>
        <w:ind w:left="720" w:hanging="360"/>
      </w:pPr>
      <w:rPr>
        <w:rFonts w:ascii="Symbol" w:eastAsiaTheme="minorHAnsi"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7BF1A3F"/>
    <w:multiLevelType w:val="hybridMultilevel"/>
    <w:tmpl w:val="9DC4E9F0"/>
    <w:lvl w:ilvl="0" w:tplc="E42644BE">
      <w:numFmt w:val="bullet"/>
      <w:lvlText w:val=""/>
      <w:lvlJc w:val="left"/>
      <w:pPr>
        <w:ind w:left="720" w:hanging="360"/>
      </w:pPr>
      <w:rPr>
        <w:rFonts w:ascii="Symbol" w:eastAsiaTheme="minorHAnsi" w:hAnsi="Symbol" w:cs="Arial" w:hint="default"/>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FC11CC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988052291">
    <w:abstractNumId w:val="2"/>
  </w:num>
  <w:num w:numId="2" w16cid:durableId="678461188">
    <w:abstractNumId w:val="0"/>
  </w:num>
  <w:num w:numId="3" w16cid:durableId="1444611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096E46"/>
    <w:rsid w:val="001068AA"/>
    <w:rsid w:val="0021513E"/>
    <w:rsid w:val="00292943"/>
    <w:rsid w:val="00302AD2"/>
    <w:rsid w:val="004F1D93"/>
    <w:rsid w:val="005153E6"/>
    <w:rsid w:val="005837D4"/>
    <w:rsid w:val="005B7469"/>
    <w:rsid w:val="005E31B0"/>
    <w:rsid w:val="00656311"/>
    <w:rsid w:val="006836B0"/>
    <w:rsid w:val="006D1E8C"/>
    <w:rsid w:val="00790541"/>
    <w:rsid w:val="00835635"/>
    <w:rsid w:val="008D301C"/>
    <w:rsid w:val="009839E5"/>
    <w:rsid w:val="00990432"/>
    <w:rsid w:val="00A05471"/>
    <w:rsid w:val="00A15E9C"/>
    <w:rsid w:val="00B4624E"/>
    <w:rsid w:val="00B53011"/>
    <w:rsid w:val="00B64D6B"/>
    <w:rsid w:val="00C12077"/>
    <w:rsid w:val="00C47CE5"/>
    <w:rsid w:val="00CC37B9"/>
    <w:rsid w:val="00D61F56"/>
    <w:rsid w:val="00DC2BA1"/>
    <w:rsid w:val="00E0152E"/>
    <w:rsid w:val="00E50F78"/>
    <w:rsid w:val="00EA6601"/>
    <w:rsid w:val="00EE7A7D"/>
    <w:rsid w:val="00EF4AA1"/>
    <w:rsid w:val="00F236FC"/>
    <w:rsid w:val="00F9471A"/>
    <w:rsid w:val="00FA2738"/>
    <w:rsid w:val="00FD551C"/>
    <w:rsid w:val="00FF04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FA2738"/>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2</TotalTime>
  <Pages>1</Pages>
  <Words>203</Words>
  <Characters>1159</Characters>
  <Application>Microsoft Office Word</Application>
  <DocSecurity>0</DocSecurity>
  <Lines>9</Lines>
  <Paragraphs>2</Paragraphs>
  <ScaleCrop>false</ScaleCrop>
  <Company/>
  <LinksUpToDate>false</LinksUpToDate>
  <CharactersWithSpaces>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8</cp:revision>
  <dcterms:created xsi:type="dcterms:W3CDTF">2025-09-03T09:06:00Z</dcterms:created>
  <dcterms:modified xsi:type="dcterms:W3CDTF">2025-09-04T10:17:00Z</dcterms:modified>
</cp:coreProperties>
</file>